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309E9" w14:textId="77777777" w:rsidR="000719BB" w:rsidRDefault="000719BB" w:rsidP="00A13FA0">
      <w:pPr>
        <w:pStyle w:val="Titul2"/>
        <w:tabs>
          <w:tab w:val="left" w:pos="1418"/>
        </w:tabs>
      </w:pPr>
    </w:p>
    <w:p w14:paraId="52D00C41" w14:textId="77777777" w:rsidR="00826B7B" w:rsidRDefault="00826B7B" w:rsidP="006C2343">
      <w:pPr>
        <w:pStyle w:val="Titul2"/>
      </w:pPr>
    </w:p>
    <w:p w14:paraId="127306F0" w14:textId="77777777" w:rsidR="00DA1C67" w:rsidRDefault="00DA1C67" w:rsidP="006C2343">
      <w:pPr>
        <w:pStyle w:val="Titul2"/>
      </w:pPr>
    </w:p>
    <w:p w14:paraId="61DDD930" w14:textId="77777777" w:rsidR="003254A3" w:rsidRPr="000719BB" w:rsidRDefault="00BD76C3" w:rsidP="006C2343">
      <w:pPr>
        <w:pStyle w:val="Titul2"/>
      </w:pPr>
      <w:r>
        <w:t>Příloha č. 2 c)</w:t>
      </w:r>
    </w:p>
    <w:p w14:paraId="16E1E287" w14:textId="77777777" w:rsidR="003254A3" w:rsidRDefault="003254A3" w:rsidP="00AD0C7B">
      <w:pPr>
        <w:pStyle w:val="Titul2"/>
      </w:pPr>
    </w:p>
    <w:p w14:paraId="72BC1195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3FB7857" w14:textId="77777777" w:rsidR="00AD0C7B" w:rsidRDefault="00AD0C7B" w:rsidP="00EB46E5">
      <w:pPr>
        <w:pStyle w:val="Titul2"/>
      </w:pPr>
    </w:p>
    <w:p w14:paraId="51447B2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4B35169A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14:paraId="4EB0FBD2" w14:textId="77777777" w:rsidR="00BF54FE" w:rsidRDefault="00CA6B64" w:rsidP="006C2343">
          <w:pPr>
            <w:pStyle w:val="Tituldatum"/>
          </w:pPr>
          <w:r>
            <w:rPr>
              <w:rStyle w:val="Nzevakce"/>
            </w:rPr>
            <w:t xml:space="preserve">Rekonstrukce </w:t>
          </w:r>
          <w:r w:rsidR="0062151B">
            <w:rPr>
              <w:rStyle w:val="Nzevakce"/>
            </w:rPr>
            <w:t>přejezdu v km 21,532 (P7640) trati Kostelec na Hané – Olomouc</w:t>
          </w:r>
        </w:p>
      </w:sdtContent>
    </w:sdt>
    <w:p w14:paraId="76B97403" w14:textId="77777777" w:rsidR="00BF54FE" w:rsidRDefault="00BF54FE" w:rsidP="006C2343">
      <w:pPr>
        <w:pStyle w:val="Tituldatum"/>
      </w:pPr>
    </w:p>
    <w:p w14:paraId="43A4974B" w14:textId="77777777" w:rsidR="009226C1" w:rsidRDefault="009226C1" w:rsidP="006C2343">
      <w:pPr>
        <w:pStyle w:val="Tituldatum"/>
      </w:pPr>
    </w:p>
    <w:p w14:paraId="1C4CE9FF" w14:textId="77777777" w:rsidR="00DA1C67" w:rsidRDefault="00DA1C67" w:rsidP="006C2343">
      <w:pPr>
        <w:pStyle w:val="Tituldatum"/>
      </w:pPr>
    </w:p>
    <w:p w14:paraId="4DB995A1" w14:textId="77777777" w:rsidR="00DA1C67" w:rsidRDefault="00DA1C67" w:rsidP="006C2343">
      <w:pPr>
        <w:pStyle w:val="Tituldatum"/>
      </w:pPr>
    </w:p>
    <w:p w14:paraId="63AE31F4" w14:textId="77777777" w:rsidR="003B111D" w:rsidRDefault="003B111D" w:rsidP="006C2343">
      <w:pPr>
        <w:pStyle w:val="Tituldatum"/>
      </w:pPr>
    </w:p>
    <w:p w14:paraId="2CBF5022" w14:textId="77777777" w:rsidR="00826B7B" w:rsidRPr="006C2343" w:rsidRDefault="006C2343" w:rsidP="006C2343">
      <w:pPr>
        <w:pStyle w:val="Tituldatum"/>
      </w:pPr>
      <w:r w:rsidRPr="00A77D28">
        <w:t xml:space="preserve">Datum vydání: </w:t>
      </w:r>
      <w:r w:rsidRPr="00A77D28">
        <w:tab/>
      </w:r>
      <w:r w:rsidR="00A77D28" w:rsidRPr="00A77D28">
        <w:t>22.</w:t>
      </w:r>
      <w:r w:rsidR="00BA57F0" w:rsidRPr="00A77D28">
        <w:t xml:space="preserve"> </w:t>
      </w:r>
      <w:r w:rsidR="00602393" w:rsidRPr="00A77D28">
        <w:t>0</w:t>
      </w:r>
      <w:r w:rsidR="003E6137" w:rsidRPr="00A77D28">
        <w:t>6</w:t>
      </w:r>
      <w:r w:rsidR="000C66B2" w:rsidRPr="00A77D28">
        <w:t>.</w:t>
      </w:r>
      <w:r w:rsidR="00BA57F0" w:rsidRPr="00A77D28">
        <w:t xml:space="preserve"> </w:t>
      </w:r>
      <w:r w:rsidR="00423582" w:rsidRPr="00A77D28">
        <w:t>20</w:t>
      </w:r>
      <w:r w:rsidR="00E11B4C" w:rsidRPr="00A77D28">
        <w:t>2</w:t>
      </w:r>
      <w:r w:rsidR="00602393" w:rsidRPr="00A77D28">
        <w:t>1</w:t>
      </w:r>
      <w:r w:rsidR="0076790E">
        <w:t xml:space="preserve"> </w:t>
      </w:r>
    </w:p>
    <w:p w14:paraId="4271F0CF" w14:textId="77777777" w:rsidR="00826B7B" w:rsidRDefault="00826B7B">
      <w:r>
        <w:br w:type="page"/>
      </w:r>
    </w:p>
    <w:p w14:paraId="2830017A" w14:textId="77777777" w:rsidR="00DA1C67" w:rsidRDefault="00DA1C67"/>
    <w:p w14:paraId="54B57BB6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157DF84" w14:textId="77777777"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3326A219" w14:textId="77777777" w:rsidR="00925FBD" w:rsidRDefault="00901FD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C255612" w14:textId="77777777" w:rsidR="00925FBD" w:rsidRDefault="00901FD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F63EB32" w14:textId="77777777" w:rsidR="00925FBD" w:rsidRDefault="00901FD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742C457" w14:textId="77777777" w:rsidR="00925FBD" w:rsidRDefault="00901FD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07731C18" w14:textId="77777777" w:rsidR="00925FBD" w:rsidRDefault="00901FD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6097A11" w14:textId="77777777" w:rsidR="00925FBD" w:rsidRDefault="00901FD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149CC49B" w14:textId="77777777" w:rsidR="00925FBD" w:rsidRDefault="00901FD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5D2F2D66" w14:textId="77777777" w:rsidR="00925FBD" w:rsidRDefault="00901FD7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75ED79A5" w14:textId="77777777" w:rsidR="00925FBD" w:rsidRDefault="00901FD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326095BF" w14:textId="77777777" w:rsidR="00925FBD" w:rsidRDefault="00901FD7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3E5D7BF5" w14:textId="77777777" w:rsidR="00AD0C7B" w:rsidRDefault="00BD7E91" w:rsidP="008D03B9">
      <w:r>
        <w:fldChar w:fldCharType="end"/>
      </w:r>
    </w:p>
    <w:p w14:paraId="236928FE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1238ACFA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565A97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DDFCD1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4C78D53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50BE80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A8F982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5D42424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990C94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8462EE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1B56AE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7B778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A673CE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07EF9B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D3A55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7AF111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4856FCB9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3D869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621F48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2A30CE" w14:textId="77777777" w:rsidR="00041EC8" w:rsidRDefault="00041EC8" w:rsidP="00AD0C7B"/>
    <w:p w14:paraId="099F2262" w14:textId="77777777" w:rsidR="00826B7B" w:rsidRDefault="00826B7B">
      <w:r>
        <w:br w:type="page"/>
      </w:r>
    </w:p>
    <w:p w14:paraId="38F6D162" w14:textId="77777777"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14:paraId="6FCB76E3" w14:textId="77777777"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14:paraId="6B9CDDF2" w14:textId="77777777" w:rsidR="00152FB6" w:rsidRPr="00152FB6" w:rsidRDefault="00152FB6" w:rsidP="00BA57F0">
      <w:pPr>
        <w:pStyle w:val="Text2-1"/>
      </w:pPr>
      <w:r>
        <w:t>Předmětem díla je zhotovení stavby „</w:t>
      </w:r>
      <w:r w:rsidR="00CA6B64">
        <w:t xml:space="preserve">Rekonstrukce </w:t>
      </w:r>
      <w:r w:rsidR="0062151B">
        <w:t>přejezdu v km 21,532 (P7640) trati Kostelec na Hané – Olomouc</w:t>
      </w:r>
      <w:r>
        <w:t xml:space="preserve">“ jejímž cílem je </w:t>
      </w:r>
      <w:r w:rsidR="0062151B">
        <w:rPr>
          <w:rFonts w:cs="Arial"/>
        </w:rPr>
        <w:t>z</w:t>
      </w:r>
      <w:r w:rsidR="0062151B" w:rsidRPr="00BF6E4E">
        <w:rPr>
          <w:rFonts w:cs="Arial"/>
        </w:rPr>
        <w:t>výšení bezpečnosti</w:t>
      </w:r>
      <w:r w:rsidR="0062151B">
        <w:rPr>
          <w:rFonts w:cs="Arial"/>
        </w:rPr>
        <w:t xml:space="preserve"> chodců, silničního a železničního provozu na železničním přejezdu P7640 silnice III/44922 v Městysu Náměšť na Hané v blízkosti železniční zastávky Náměšť na Hané</w:t>
      </w:r>
      <w:r w:rsidR="00B445D1">
        <w:rPr>
          <w:rFonts w:cs="Arial"/>
        </w:rPr>
        <w:t>.</w:t>
      </w:r>
    </w:p>
    <w:p w14:paraId="7BFB73F0" w14:textId="77777777" w:rsidR="00152FB6" w:rsidRPr="00152FB6" w:rsidRDefault="00152FB6" w:rsidP="00152FB6">
      <w:pPr>
        <w:pStyle w:val="Text2-1"/>
      </w:pPr>
      <w:r w:rsidRPr="00152FB6">
        <w:t>Rozsah Díla „</w:t>
      </w:r>
      <w:r w:rsidR="00380E57">
        <w:t>Rekonstrukce přejezdu v km 21,532 (P7640) trati Kostelec na Hané – Olomouc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14:paraId="789BB518" w14:textId="77777777"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14:paraId="087F641D" w14:textId="77777777"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380E57">
        <w:t>u</w:t>
      </w:r>
      <w:r w:rsidRPr="002A7B5C">
        <w:t> železniční zastáv</w:t>
      </w:r>
      <w:r w:rsidR="00380E57">
        <w:t>ky</w:t>
      </w:r>
      <w:r w:rsidRPr="002A7B5C">
        <w:t xml:space="preserve"> Náměšť na Hané </w:t>
      </w:r>
      <w:r w:rsidR="00380E57">
        <w:t xml:space="preserve">na železničním přejezdu P7640 </w:t>
      </w:r>
      <w:r w:rsidRPr="002A7B5C">
        <w:t>v traťovém/definičním úseku 221116 Senice na Hané – Drahanovice,</w:t>
      </w:r>
      <w:r w:rsidR="00602393" w:rsidRPr="002A7B5C">
        <w:t> </w:t>
      </w:r>
      <w:r w:rsidR="00B445D1" w:rsidRPr="002A7B5C">
        <w:rPr>
          <w:rFonts w:cs="Arial"/>
        </w:rPr>
        <w:t>km</w:t>
      </w:r>
      <w:r w:rsidR="008707B8" w:rsidRPr="002A7B5C">
        <w:rPr>
          <w:rFonts w:cs="Arial"/>
        </w:rPr>
        <w:t xml:space="preserve"> </w:t>
      </w:r>
      <w:r w:rsidR="00380E57">
        <w:rPr>
          <w:rFonts w:cs="Arial"/>
        </w:rPr>
        <w:t xml:space="preserve">21,500 – </w:t>
      </w:r>
      <w:r w:rsidR="008707B8" w:rsidRPr="002A7B5C">
        <w:rPr>
          <w:rFonts w:cs="Arial"/>
        </w:rPr>
        <w:t>21,544</w:t>
      </w:r>
      <w:r w:rsidRPr="002A7B5C">
        <w:rPr>
          <w:rFonts w:cs="Arial"/>
        </w:rPr>
        <w:t>,</w:t>
      </w:r>
      <w:r w:rsidR="00602393" w:rsidRPr="002A7B5C">
        <w:t xml:space="preserve"> </w:t>
      </w:r>
      <w:r w:rsidRPr="002A7B5C">
        <w:t>regionální trati č.307 Prostějov –Červenka v Olomouckém kraji.</w:t>
      </w:r>
    </w:p>
    <w:p w14:paraId="1A3072E5" w14:textId="77777777"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14:paraId="4FB4842C" w14:textId="77777777"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14:paraId="5B3F62AD" w14:textId="56B9583D" w:rsidR="00DF7BAA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8707B8">
        <w:t>Rekonstrukce železniční zastávky Náměšť na Hané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r w:rsidR="008707B8">
        <w:rPr>
          <w:rFonts w:eastAsia="Times New Roman" w:cs="Arial"/>
          <w:lang w:eastAsia="cs-CZ"/>
        </w:rPr>
        <w:t>MORAVIA CONSULT Olomouc a.s.</w:t>
      </w:r>
      <w:r w:rsidR="00185889" w:rsidRPr="00FE799E">
        <w:rPr>
          <w:rFonts w:eastAsia="Times New Roman" w:cs="Arial"/>
          <w:lang w:eastAsia="cs-CZ"/>
        </w:rPr>
        <w:t xml:space="preserve">, se sídlem </w:t>
      </w:r>
      <w:r w:rsidR="008707B8" w:rsidRPr="007F197D">
        <w:rPr>
          <w:rFonts w:eastAsia="Times New Roman" w:cs="Arial"/>
          <w:lang w:eastAsia="cs-CZ"/>
        </w:rPr>
        <w:t>Legionářská 1085/8, 779 00 Olomouc, IČO: 64610357, ze dne 6</w:t>
      </w:r>
      <w:r w:rsidR="00901FD7">
        <w:rPr>
          <w:rFonts w:eastAsia="Times New Roman" w:cs="Arial"/>
          <w:lang w:eastAsia="cs-CZ"/>
        </w:rPr>
        <w:t>. 10. 2020</w:t>
      </w:r>
      <w:r w:rsidR="008707B8" w:rsidRPr="007F197D">
        <w:rPr>
          <w:rFonts w:eastAsia="Times New Roman" w:cs="Arial"/>
          <w:lang w:eastAsia="cs-CZ"/>
        </w:rPr>
        <w:t>.</w:t>
      </w:r>
      <w:r>
        <w:t xml:space="preserve"> </w:t>
      </w:r>
      <w:bookmarkStart w:id="15" w:name="_GoBack"/>
      <w:bookmarkEnd w:id="15"/>
    </w:p>
    <w:p w14:paraId="29B966C2" w14:textId="77777777" w:rsidR="00DF7BAA" w:rsidRPr="00987F58" w:rsidRDefault="00DF7BAA" w:rsidP="00DF7BAA">
      <w:pPr>
        <w:pStyle w:val="Nadpis2-2"/>
      </w:pPr>
      <w:bookmarkStart w:id="16" w:name="_Toc6410434"/>
      <w:bookmarkStart w:id="17" w:name="_Toc24113209"/>
      <w:r w:rsidRPr="00987F58">
        <w:t>Související dokumentace</w:t>
      </w:r>
      <w:bookmarkEnd w:id="16"/>
      <w:bookmarkEnd w:id="17"/>
    </w:p>
    <w:p w14:paraId="48A7E722" w14:textId="77777777" w:rsidR="00BB0B52" w:rsidRPr="00D06A5A" w:rsidRDefault="00DF7BAA" w:rsidP="00C37406">
      <w:pPr>
        <w:pStyle w:val="Text2-1"/>
      </w:pPr>
      <w:r w:rsidRPr="00D06A5A">
        <w:t xml:space="preserve">Schvalovací protokol </w:t>
      </w:r>
      <w:r w:rsidR="006301E1" w:rsidRPr="00D06A5A">
        <w:t xml:space="preserve">projektové </w:t>
      </w:r>
      <w:r w:rsidR="00AD092A" w:rsidRPr="00D06A5A">
        <w:rPr>
          <w:rFonts w:eastAsia="Times New Roman" w:cs="Arial"/>
          <w:lang w:eastAsia="cs-CZ"/>
        </w:rPr>
        <w:t xml:space="preserve">dokumentace </w:t>
      </w:r>
      <w:r w:rsidR="006301E1" w:rsidRPr="00D06A5A">
        <w:rPr>
          <w:rFonts w:eastAsia="Times New Roman" w:cs="Arial"/>
          <w:lang w:eastAsia="cs-CZ"/>
        </w:rPr>
        <w:t>ve fázi 3</w:t>
      </w:r>
      <w:r w:rsidR="00AD092A" w:rsidRPr="00D06A5A">
        <w:rPr>
          <w:rFonts w:eastAsia="Times New Roman" w:cs="Arial"/>
          <w:lang w:eastAsia="cs-CZ"/>
        </w:rPr>
        <w:t xml:space="preserve"> č. j.: </w:t>
      </w:r>
      <w:r w:rsidR="00380E57">
        <w:rPr>
          <w:rFonts w:eastAsia="Times New Roman" w:cs="Arial"/>
          <w:lang w:eastAsia="cs-CZ"/>
        </w:rPr>
        <w:t>24270</w:t>
      </w:r>
      <w:r w:rsidR="00C37324" w:rsidRPr="00D06A5A">
        <w:rPr>
          <w:rFonts w:eastAsia="Times New Roman" w:cs="Arial"/>
          <w:lang w:eastAsia="cs-CZ"/>
        </w:rPr>
        <w:t>/2021-SŽ-GŘ-06-Hlo</w:t>
      </w:r>
      <w:r w:rsidR="00AD092A" w:rsidRPr="00D06A5A">
        <w:rPr>
          <w:rFonts w:eastAsia="Times New Roman" w:cs="Arial"/>
          <w:lang w:val="en-US" w:eastAsia="cs-CZ"/>
        </w:rPr>
        <w:t xml:space="preserve"> ze dne </w:t>
      </w:r>
      <w:r w:rsidR="00380E57">
        <w:rPr>
          <w:rFonts w:eastAsia="Times New Roman" w:cs="Arial"/>
          <w:lang w:val="en-US" w:eastAsia="cs-CZ"/>
        </w:rPr>
        <w:t>16.</w:t>
      </w:r>
      <w:r w:rsidR="00185889" w:rsidRPr="00D06A5A">
        <w:rPr>
          <w:rFonts w:eastAsia="Times New Roman" w:cs="Arial"/>
          <w:lang w:val="en-US" w:eastAsia="cs-CZ"/>
        </w:rPr>
        <w:t xml:space="preserve"> </w:t>
      </w:r>
      <w:r w:rsidR="00380E57">
        <w:rPr>
          <w:rFonts w:eastAsia="Times New Roman" w:cs="Arial"/>
          <w:lang w:val="en-US" w:eastAsia="cs-CZ"/>
        </w:rPr>
        <w:t>4.</w:t>
      </w:r>
      <w:r w:rsidR="00C37324" w:rsidRPr="00D06A5A">
        <w:rPr>
          <w:rFonts w:eastAsia="Times New Roman" w:cs="Arial"/>
          <w:lang w:val="en-US" w:eastAsia="cs-CZ"/>
        </w:rPr>
        <w:t xml:space="preserve"> </w:t>
      </w:r>
      <w:r w:rsidR="00AD092A" w:rsidRPr="00D06A5A">
        <w:rPr>
          <w:rFonts w:eastAsia="Times New Roman" w:cs="Arial"/>
          <w:lang w:val="en-US" w:eastAsia="cs-CZ"/>
        </w:rPr>
        <w:t>2</w:t>
      </w:r>
      <w:r w:rsidR="006301E1" w:rsidRPr="00D06A5A">
        <w:rPr>
          <w:rFonts w:eastAsia="Times New Roman" w:cs="Arial"/>
          <w:lang w:val="en-US" w:eastAsia="cs-CZ"/>
        </w:rPr>
        <w:t>021</w:t>
      </w:r>
      <w:r w:rsidR="00C37406" w:rsidRPr="00D06A5A">
        <w:t>.</w:t>
      </w:r>
    </w:p>
    <w:p w14:paraId="6C5AE834" w14:textId="77777777" w:rsidR="00AB1976" w:rsidRPr="0058641C" w:rsidRDefault="00185889" w:rsidP="00C37406">
      <w:pPr>
        <w:pStyle w:val="Text2-1"/>
      </w:pPr>
      <w:r w:rsidRPr="00FE799E">
        <w:rPr>
          <w:rFonts w:eastAsia="Times New Roman" w:cs="Arial"/>
          <w:lang w:eastAsia="cs-CZ"/>
        </w:rPr>
        <w:t>S</w:t>
      </w:r>
      <w:r>
        <w:rPr>
          <w:rFonts w:eastAsia="Times New Roman" w:cs="Arial"/>
          <w:lang w:eastAsia="cs-CZ"/>
        </w:rPr>
        <w:t>polečné</w:t>
      </w:r>
      <w:r w:rsidRPr="00FE799E">
        <w:rPr>
          <w:rFonts w:eastAsia="Times New Roman" w:cs="Arial"/>
          <w:lang w:eastAsia="cs-CZ"/>
        </w:rPr>
        <w:t xml:space="preserve"> povolení </w:t>
      </w:r>
      <w:r w:rsidR="00380E57">
        <w:rPr>
          <w:rFonts w:eastAsia="Times New Roman" w:cs="Arial"/>
          <w:lang w:eastAsia="cs-CZ"/>
        </w:rPr>
        <w:t xml:space="preserve">bude vydáno v průběhu června 2021 pod </w:t>
      </w:r>
      <w:r>
        <w:rPr>
          <w:rFonts w:eastAsia="Times New Roman" w:cs="Arial"/>
          <w:lang w:eastAsia="cs-CZ"/>
        </w:rPr>
        <w:t>Sp.</w:t>
      </w:r>
      <w:r w:rsidR="00380E57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>zn.: MO-SDO0</w:t>
      </w:r>
      <w:r w:rsidR="002A7B5C">
        <w:rPr>
          <w:rFonts w:eastAsia="Times New Roman" w:cs="Arial"/>
          <w:lang w:eastAsia="cs-CZ"/>
        </w:rPr>
        <w:t>53</w:t>
      </w:r>
      <w:r w:rsidR="00380E57">
        <w:rPr>
          <w:rFonts w:eastAsia="Times New Roman" w:cs="Arial"/>
          <w:lang w:eastAsia="cs-CZ"/>
        </w:rPr>
        <w:t>2</w:t>
      </w:r>
      <w:r w:rsidR="002A7B5C">
        <w:rPr>
          <w:rFonts w:eastAsia="Times New Roman" w:cs="Arial"/>
          <w:lang w:eastAsia="cs-CZ"/>
        </w:rPr>
        <w:t>3</w:t>
      </w:r>
      <w:r>
        <w:rPr>
          <w:rFonts w:eastAsia="Times New Roman" w:cs="Arial"/>
          <w:lang w:eastAsia="cs-CZ"/>
        </w:rPr>
        <w:t>/2</w:t>
      </w:r>
      <w:r w:rsidR="002A7B5C">
        <w:rPr>
          <w:rFonts w:eastAsia="Times New Roman" w:cs="Arial"/>
          <w:lang w:eastAsia="cs-CZ"/>
        </w:rPr>
        <w:t>0</w:t>
      </w:r>
      <w:r>
        <w:rPr>
          <w:rFonts w:eastAsia="Times New Roman" w:cs="Arial"/>
          <w:lang w:eastAsia="cs-CZ"/>
        </w:rPr>
        <w:t>/Sj</w:t>
      </w:r>
      <w:r w:rsidR="00380E57">
        <w:rPr>
          <w:rFonts w:eastAsia="Times New Roman" w:cs="Arial"/>
          <w:lang w:eastAsia="cs-CZ"/>
        </w:rPr>
        <w:t xml:space="preserve"> (Drážní úřad oznámil pokračování společného územního a stavebního řízení dne 25. 5. 2021 pod Sp. zn.: MO-SDO05323/20/Sj a č. j.: DUCR-28996/21/Sj.)</w:t>
      </w:r>
    </w:p>
    <w:p w14:paraId="768AFF75" w14:textId="77777777" w:rsidR="00DF7BAA" w:rsidRDefault="00DF7BAA" w:rsidP="00DF7BAA">
      <w:pPr>
        <w:pStyle w:val="Nadpis2-1"/>
      </w:pPr>
      <w:bookmarkStart w:id="18" w:name="_Toc6410435"/>
      <w:bookmarkStart w:id="19" w:name="_Toc24113210"/>
      <w:r>
        <w:t>KOORDINACE S JINÝMI STAVBAMI</w:t>
      </w:r>
      <w:bookmarkEnd w:id="18"/>
      <w:bookmarkEnd w:id="19"/>
      <w:r>
        <w:t xml:space="preserve"> </w:t>
      </w:r>
    </w:p>
    <w:p w14:paraId="4D773359" w14:textId="77777777" w:rsidR="00380E57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14:paraId="70F9C34F" w14:textId="77777777" w:rsidR="00DF7BAA" w:rsidRDefault="00380E57" w:rsidP="00DF7BAA">
      <w:pPr>
        <w:pStyle w:val="Text2-1"/>
      </w:pPr>
      <w:r>
        <w:t>Koordinace proběhne se související stavbou „Rekonstrukce železniční zastávky Náměšť na Hané“ z tohoto souboru staveb.</w:t>
      </w:r>
    </w:p>
    <w:p w14:paraId="38C68FB5" w14:textId="77777777" w:rsidR="00DF7BAA" w:rsidRDefault="00DF7BAA" w:rsidP="00DF7BAA">
      <w:pPr>
        <w:pStyle w:val="Nadpis2-1"/>
      </w:pPr>
      <w:bookmarkStart w:id="20" w:name="_Toc6410436"/>
      <w:bookmarkStart w:id="21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14:paraId="3483DCB6" w14:textId="77777777" w:rsidR="00DF7BAA" w:rsidRDefault="00DF7BAA" w:rsidP="00DF7BAA">
      <w:pPr>
        <w:pStyle w:val="Nadpis2-2"/>
      </w:pPr>
      <w:bookmarkStart w:id="22" w:name="_Toc6410438"/>
      <w:bookmarkStart w:id="23" w:name="_Toc24113212"/>
      <w:r>
        <w:t>Doklady pře</w:t>
      </w:r>
      <w:r w:rsidR="006A424A">
        <w:t>d</w:t>
      </w:r>
      <w:r>
        <w:t>kládané zhotovitelem</w:t>
      </w:r>
      <w:bookmarkEnd w:id="22"/>
      <w:bookmarkEnd w:id="23"/>
    </w:p>
    <w:p w14:paraId="41B6F04F" w14:textId="77777777"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14:paraId="222DD766" w14:textId="77777777"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14:paraId="53AD2F95" w14:textId="77777777" w:rsidR="00DF7BAA" w:rsidRDefault="00DF7BAA" w:rsidP="006301E1">
      <w:pPr>
        <w:pStyle w:val="Nadpis2-1"/>
        <w:spacing w:before="1560"/>
        <w:contextualSpacing w:val="0"/>
      </w:pPr>
      <w:bookmarkStart w:id="24" w:name="_Toc6410460"/>
      <w:bookmarkStart w:id="25" w:name="_Toc24113213"/>
      <w:r w:rsidRPr="00EC2E51">
        <w:lastRenderedPageBreak/>
        <w:t>ORGANIZACE</w:t>
      </w:r>
      <w:r>
        <w:t xml:space="preserve"> VÝSTAVBY, VÝLUKY</w:t>
      </w:r>
      <w:bookmarkEnd w:id="24"/>
      <w:bookmarkEnd w:id="25"/>
    </w:p>
    <w:p w14:paraId="36074491" w14:textId="77777777"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14:paraId="4FDE358F" w14:textId="77777777"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14:paraId="1AB98259" w14:textId="77777777"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14:paraId="59CA4A2D" w14:textId="77777777" w:rsidR="00A80CE3" w:rsidRPr="008757B6" w:rsidRDefault="00A80CE3" w:rsidP="008757B6">
      <w:pPr>
        <w:pStyle w:val="Text2-1"/>
        <w:numPr>
          <w:ilvl w:val="0"/>
          <w:numId w:val="0"/>
        </w:numPr>
        <w:spacing w:after="0"/>
        <w:ind w:left="737"/>
      </w:pPr>
      <w:r>
        <w:t xml:space="preserve">Plánované výluky traťového úseku Drahanovice – Senice na Hané: 20 dní od 7:30 hodin dne 8. 10. 2021 do 17:00 hodin dne 27. 10. 2021.  </w:t>
      </w:r>
    </w:p>
    <w:p w14:paraId="408C82E1" w14:textId="77777777"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14:paraId="6985C61B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4C0DE7E1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C85760F" w14:textId="77777777" w:rsidR="00F6246E" w:rsidRDefault="00F6246E" w:rsidP="00DF7BAA">
      <w:pPr>
        <w:pStyle w:val="Textbezslovn"/>
        <w:spacing w:after="0"/>
        <w:rPr>
          <w:rStyle w:val="Tun"/>
        </w:rPr>
      </w:pPr>
    </w:p>
    <w:p w14:paraId="370EF6B1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541AA497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1D2908DA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4A455E6C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62443D28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EEB2542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4E014D3C" w14:textId="77777777"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2FCE52B" w14:textId="77777777"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C778B" w14:textId="77777777" w:rsidR="00AB36AB" w:rsidRDefault="00AB36AB" w:rsidP="00962258">
      <w:pPr>
        <w:spacing w:after="0" w:line="240" w:lineRule="auto"/>
      </w:pPr>
      <w:r>
        <w:separator/>
      </w:r>
    </w:p>
  </w:endnote>
  <w:endnote w:type="continuationSeparator" w:id="0">
    <w:p w14:paraId="0B1CE8BF" w14:textId="77777777" w:rsidR="00AB36AB" w:rsidRDefault="00AB36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0F6A0558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31B6930" w14:textId="1588427C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F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F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D9F5E5B" w14:textId="5B28863A" w:rsidR="001D4911" w:rsidRPr="003462EB" w:rsidRDefault="00901FD7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přejezdu v km 21,532 (P7640) trati Kostelec na Hané – Olomouc</w:t>
          </w:r>
          <w:r>
            <w:rPr>
              <w:noProof/>
            </w:rPr>
            <w:fldChar w:fldCharType="end"/>
          </w:r>
        </w:p>
        <w:p w14:paraId="65F3B614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519D0231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715BB7E3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7558CE7B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6C26B5A" w14:textId="6CF52207" w:rsidR="001D4911" w:rsidRDefault="00901FD7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přejezdu v km 21,532 (P7640) trati Kostelec na Hané – Olomouc</w:t>
          </w:r>
          <w:r>
            <w:rPr>
              <w:noProof/>
            </w:rPr>
            <w:fldChar w:fldCharType="end"/>
          </w:r>
        </w:p>
        <w:p w14:paraId="5B9D3B27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39F330BE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1A1C03D" w14:textId="6F168B22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F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FD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AF63B38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E7D08" w14:textId="77777777" w:rsidR="001D4911" w:rsidRPr="00B8518B" w:rsidRDefault="001D4911" w:rsidP="00460660">
    <w:pPr>
      <w:pStyle w:val="Zpat"/>
      <w:rPr>
        <w:sz w:val="2"/>
        <w:szCs w:val="2"/>
      </w:rPr>
    </w:pPr>
  </w:p>
  <w:p w14:paraId="7ACF846E" w14:textId="77777777" w:rsidR="001D4911" w:rsidRDefault="001D4911" w:rsidP="00054FC6">
    <w:pPr>
      <w:pStyle w:val="Zpat"/>
      <w:rPr>
        <w:rFonts w:cs="Calibri"/>
        <w:szCs w:val="12"/>
      </w:rPr>
    </w:pPr>
  </w:p>
  <w:p w14:paraId="061858B7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BBE1" w14:textId="77777777" w:rsidR="00AB36AB" w:rsidRDefault="00AB36AB" w:rsidP="00962258">
      <w:pPr>
        <w:spacing w:after="0" w:line="240" w:lineRule="auto"/>
      </w:pPr>
      <w:r>
        <w:separator/>
      </w:r>
    </w:p>
  </w:footnote>
  <w:footnote w:type="continuationSeparator" w:id="0">
    <w:p w14:paraId="04EC827D" w14:textId="77777777" w:rsidR="00AB36AB" w:rsidRDefault="00AB36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6A44F1C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484DFE3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8DEBCB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9BACE7" w14:textId="77777777" w:rsidR="001D4911" w:rsidRPr="00D6163D" w:rsidRDefault="001D4911" w:rsidP="00D6163D">
          <w:pPr>
            <w:pStyle w:val="Druhdokumentu"/>
          </w:pPr>
        </w:p>
      </w:tc>
    </w:tr>
  </w:tbl>
  <w:p w14:paraId="71FD6E82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4BB32F7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F39E06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023587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4B2500E3" wp14:editId="659FD4A3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CCC7BB8" w14:textId="77777777" w:rsidR="001D4911" w:rsidRPr="00D6163D" w:rsidRDefault="001D4911" w:rsidP="00FC6389">
          <w:pPr>
            <w:pStyle w:val="Druhdokumentu"/>
          </w:pPr>
        </w:p>
      </w:tc>
    </w:tr>
    <w:tr w:rsidR="001D4911" w14:paraId="0C3BBB3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30B82E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168F48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839D71" w14:textId="77777777" w:rsidR="001D4911" w:rsidRPr="00D6163D" w:rsidRDefault="001D4911" w:rsidP="00FC6389">
          <w:pPr>
            <w:pStyle w:val="Druhdokumentu"/>
          </w:pPr>
        </w:p>
      </w:tc>
    </w:tr>
  </w:tbl>
  <w:p w14:paraId="6A88F0AF" w14:textId="77777777" w:rsidR="001D4911" w:rsidRPr="00D6163D" w:rsidRDefault="001D4911" w:rsidP="00FC6389">
    <w:pPr>
      <w:pStyle w:val="Zhlav"/>
      <w:rPr>
        <w:sz w:val="8"/>
        <w:szCs w:val="8"/>
      </w:rPr>
    </w:pPr>
  </w:p>
  <w:p w14:paraId="22865805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A1F44"/>
    <w:rsid w:val="005D3C39"/>
    <w:rsid w:val="005D770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5F00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1FD7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77D28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305238"/>
  <w14:defaultImageDpi w14:val="32767"/>
  <w15:docId w15:val="{4308F1E7-D5F8-41EC-81CA-2866C7E6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640ADC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E9BB3A-6769-4BCC-B1CA-1F5BE46A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18</TotalTime>
  <Pages>4</Pages>
  <Words>705</Words>
  <Characters>4163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Klimeš Jaroslav, JUDr.</cp:lastModifiedBy>
  <cp:revision>6</cp:revision>
  <cp:lastPrinted>2019-11-19T07:19:00Z</cp:lastPrinted>
  <dcterms:created xsi:type="dcterms:W3CDTF">2021-06-11T08:56:00Z</dcterms:created>
  <dcterms:modified xsi:type="dcterms:W3CDTF">2021-06-28T08:42:00Z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